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C4" w:rsidRDefault="007054C4">
      <w:r>
        <w:t>2/15/12</w:t>
      </w:r>
    </w:p>
    <w:p w:rsidR="007054C4" w:rsidRDefault="007054C4" w:rsidP="001D12DF">
      <w:pPr>
        <w:spacing w:after="0"/>
      </w:pPr>
      <w:r>
        <w:t>Teri Zinone - Mission Statement Reviewed with Staff</w:t>
      </w:r>
    </w:p>
    <w:p w:rsidR="007054C4" w:rsidRDefault="007054C4" w:rsidP="001D12DF">
      <w:pPr>
        <w:spacing w:after="0"/>
      </w:pPr>
    </w:p>
    <w:p w:rsidR="007054C4" w:rsidRDefault="007054C4" w:rsidP="001D12DF">
      <w:r>
        <w:t>Standard 4 Resources and Support Systems</w:t>
      </w:r>
    </w:p>
    <w:p w:rsidR="007054C4" w:rsidRDefault="007054C4">
      <w:r>
        <w:t>Members present: Susan Riebsame, Amber Sargent, David Koos, Chuck Kelly, Mrs. Morgan( senior and sophomore) and her daughter Adeline(current sophomore).</w:t>
      </w:r>
    </w:p>
    <w:p w:rsidR="007054C4" w:rsidRDefault="007054C4"/>
    <w:p w:rsidR="007054C4" w:rsidRDefault="007054C4">
      <w:r>
        <w:t>Reviewed Standard 4 and discussed pros and cons of each indicator with our student and parent representatives.</w:t>
      </w:r>
    </w:p>
    <w:p w:rsidR="007054C4" w:rsidRDefault="007054C4" w:rsidP="002F0F27">
      <w:r>
        <w:tab/>
        <w:t>4.1 Qualified Professional and Support Staff…</w:t>
      </w:r>
    </w:p>
    <w:p w:rsidR="007054C4" w:rsidRDefault="007054C4" w:rsidP="002F0F27">
      <w:r>
        <w:tab/>
        <w:t>Positives by both Mrs. Morgan and Addie</w:t>
      </w:r>
      <w:r>
        <w:tab/>
      </w:r>
    </w:p>
    <w:p w:rsidR="007054C4" w:rsidRDefault="007054C4" w:rsidP="002F0F27">
      <w:pPr>
        <w:numPr>
          <w:ilvl w:val="0"/>
          <w:numId w:val="1"/>
        </w:numPr>
      </w:pPr>
      <w:smartTag w:uri="urn:schemas:contacts" w:element="Sn">
        <w:smartTag w:uri="urn:schemas:contacts" w:element="Sn">
          <w:r>
            <w:t>Saint</w:t>
          </w:r>
        </w:smartTag>
        <w:r>
          <w:t xml:space="preserve"> </w:t>
        </w:r>
        <w:smartTag w:uri="urn:schemas:contacts" w:element="Sn">
          <w:r>
            <w:t>Francis</w:t>
          </w:r>
        </w:smartTag>
        <w:r>
          <w:t xml:space="preserve"> </w:t>
        </w:r>
        <w:smartTag w:uri="urn:schemas:contacts" w:element="Sn">
          <w:r>
            <w:t>Academy</w:t>
          </w:r>
        </w:smartTag>
      </w:smartTag>
      <w:r>
        <w:t>( separate entity within MCC – Integrates students into elective classes)</w:t>
      </w:r>
    </w:p>
    <w:p w:rsidR="007054C4" w:rsidRDefault="007054C4" w:rsidP="002F0F27">
      <w:pPr>
        <w:numPr>
          <w:ilvl w:val="0"/>
          <w:numId w:val="1"/>
        </w:numPr>
      </w:pPr>
      <w:r>
        <w:t>International Student Support System( ESOL Instructor and International Student Coordinator)</w:t>
      </w:r>
    </w:p>
    <w:p w:rsidR="007054C4" w:rsidRDefault="007054C4" w:rsidP="002F0F27">
      <w:pPr>
        <w:numPr>
          <w:ilvl w:val="0"/>
          <w:numId w:val="1"/>
        </w:numPr>
      </w:pPr>
      <w:r>
        <w:t>Learning Lab(School Development Class) ( Job Share with 2 qualified exceptional education teachers)</w:t>
      </w:r>
    </w:p>
    <w:p w:rsidR="007054C4" w:rsidRDefault="007054C4" w:rsidP="002F0F27">
      <w:pPr>
        <w:numPr>
          <w:ilvl w:val="0"/>
          <w:numId w:val="1"/>
        </w:numPr>
      </w:pPr>
      <w:r>
        <w:t>Athletic Trainer (on staff full-time )</w:t>
      </w:r>
    </w:p>
    <w:p w:rsidR="007054C4" w:rsidRDefault="007054C4" w:rsidP="001D12DF">
      <w:pPr>
        <w:numPr>
          <w:ilvl w:val="0"/>
          <w:numId w:val="1"/>
        </w:numPr>
      </w:pPr>
      <w:r>
        <w:t>BA/MA Degrees</w:t>
      </w:r>
    </w:p>
    <w:p w:rsidR="007054C4" w:rsidRDefault="007054C4" w:rsidP="001D12DF"/>
    <w:p w:rsidR="007054C4" w:rsidRDefault="007054C4" w:rsidP="001D12DF">
      <w:pPr>
        <w:ind w:firstLine="720"/>
      </w:pPr>
      <w:r>
        <w:t>4.2 Instructional Time…</w:t>
      </w:r>
    </w:p>
    <w:p w:rsidR="007054C4" w:rsidRDefault="007054C4" w:rsidP="001D12DF">
      <w:pPr>
        <w:ind w:firstLine="720"/>
      </w:pPr>
      <w:r>
        <w:t>Addie’s Recommendations:</w:t>
      </w:r>
    </w:p>
    <w:p w:rsidR="007054C4" w:rsidRDefault="007054C4" w:rsidP="001D12DF">
      <w:pPr>
        <w:numPr>
          <w:ilvl w:val="0"/>
          <w:numId w:val="2"/>
        </w:numPr>
      </w:pPr>
      <w:r>
        <w:t>Extend Library hours to both before and after school</w:t>
      </w:r>
    </w:p>
    <w:p w:rsidR="007054C4" w:rsidRDefault="007054C4" w:rsidP="001D12DF">
      <w:pPr>
        <w:numPr>
          <w:ilvl w:val="0"/>
          <w:numId w:val="2"/>
        </w:numPr>
      </w:pPr>
      <w:r>
        <w:t>Upgrade computer labs for students</w:t>
      </w:r>
    </w:p>
    <w:p w:rsidR="007054C4" w:rsidRDefault="007054C4" w:rsidP="001D12DF">
      <w:pPr>
        <w:numPr>
          <w:ilvl w:val="0"/>
          <w:numId w:val="2"/>
        </w:numPr>
      </w:pPr>
      <w:r>
        <w:t>More Books/resources needed in media center</w:t>
      </w:r>
    </w:p>
    <w:p w:rsidR="007054C4" w:rsidRDefault="007054C4" w:rsidP="001D12DF">
      <w:pPr>
        <w:ind w:firstLine="720"/>
      </w:pPr>
      <w:r>
        <w:t>Mrs. Morgan’s recommendations</w:t>
      </w:r>
    </w:p>
    <w:p w:rsidR="007054C4" w:rsidRDefault="007054C4" w:rsidP="001D12DF">
      <w:pPr>
        <w:numPr>
          <w:ilvl w:val="0"/>
          <w:numId w:val="3"/>
        </w:numPr>
      </w:pPr>
      <w:r>
        <w:t>Post a master calendar for students and parents that is accurate and updated daily with student activities, club meetings…</w:t>
      </w:r>
    </w:p>
    <w:p w:rsidR="007054C4" w:rsidRDefault="007054C4" w:rsidP="00EF6EE5">
      <w:pPr>
        <w:ind w:left="720"/>
      </w:pPr>
      <w:r>
        <w:t>4.3 Facilities…</w:t>
      </w:r>
    </w:p>
    <w:p w:rsidR="007054C4" w:rsidRDefault="007054C4" w:rsidP="00EF6EE5">
      <w:pPr>
        <w:ind w:left="720"/>
      </w:pPr>
      <w:r>
        <w:t>Student/parent recommendations:</w:t>
      </w:r>
    </w:p>
    <w:p w:rsidR="007054C4" w:rsidRDefault="007054C4" w:rsidP="00EF6EE5">
      <w:pPr>
        <w:numPr>
          <w:ilvl w:val="0"/>
          <w:numId w:val="3"/>
        </w:numPr>
      </w:pPr>
      <w:r>
        <w:t>Bathrooms in buildings E and B needed renovating</w:t>
      </w:r>
    </w:p>
    <w:p w:rsidR="007054C4" w:rsidRDefault="007054C4" w:rsidP="00EF6EE5">
      <w:pPr>
        <w:numPr>
          <w:ilvl w:val="0"/>
          <w:numId w:val="3"/>
        </w:numPr>
      </w:pPr>
      <w:r>
        <w:t>Multiple H2O fountains not working(media center, E buildimg)</w:t>
      </w:r>
    </w:p>
    <w:p w:rsidR="007054C4" w:rsidRDefault="007054C4" w:rsidP="00EF6EE5">
      <w:pPr>
        <w:numPr>
          <w:ilvl w:val="0"/>
          <w:numId w:val="3"/>
        </w:numPr>
      </w:pPr>
      <w:r>
        <w:t>Microphone systems needs to be clearly heard( gym, athletic fields)</w:t>
      </w:r>
    </w:p>
    <w:p w:rsidR="007054C4" w:rsidRDefault="007054C4" w:rsidP="00EF6EE5"/>
    <w:p w:rsidR="007054C4" w:rsidRDefault="007054C4" w:rsidP="00EF6EE5">
      <w:pPr>
        <w:ind w:left="720"/>
      </w:pPr>
      <w:r>
        <w:t>4.4 media and Information resources</w:t>
      </w:r>
    </w:p>
    <w:p w:rsidR="007054C4" w:rsidRDefault="007054C4" w:rsidP="00EF6EE5">
      <w:pPr>
        <w:ind w:left="720"/>
      </w:pPr>
      <w:r>
        <w:t>Addie:</w:t>
      </w:r>
    </w:p>
    <w:p w:rsidR="007054C4" w:rsidRDefault="007054C4" w:rsidP="00EF6EE5">
      <w:pPr>
        <w:numPr>
          <w:ilvl w:val="0"/>
          <w:numId w:val="4"/>
        </w:numPr>
      </w:pPr>
      <w:r>
        <w:t>Outdated media technology – old school check out</w:t>
      </w:r>
    </w:p>
    <w:p w:rsidR="007054C4" w:rsidRDefault="007054C4" w:rsidP="00EF6EE5"/>
    <w:p w:rsidR="007054C4" w:rsidRDefault="007054C4" w:rsidP="00EF6EE5">
      <w:pPr>
        <w:ind w:left="720"/>
      </w:pPr>
      <w:r>
        <w:t>4.5 Technology Infrastructure</w:t>
      </w:r>
    </w:p>
    <w:p w:rsidR="007054C4" w:rsidRDefault="007054C4" w:rsidP="00EF6EE5">
      <w:pPr>
        <w:ind w:left="720"/>
      </w:pPr>
      <w:r>
        <w:t>O.K</w:t>
      </w:r>
    </w:p>
    <w:p w:rsidR="007054C4" w:rsidRDefault="007054C4" w:rsidP="00EF6EE5">
      <w:pPr>
        <w:ind w:left="720"/>
      </w:pPr>
      <w:r>
        <w:t>4.6 Support Services</w:t>
      </w:r>
    </w:p>
    <w:p w:rsidR="007054C4" w:rsidRDefault="007054C4" w:rsidP="00EF6EE5">
      <w:pPr>
        <w:numPr>
          <w:ilvl w:val="0"/>
          <w:numId w:val="4"/>
        </w:numPr>
      </w:pPr>
      <w:r>
        <w:t>Need to implement more visible programs for character education and conflict resolution.</w:t>
      </w:r>
    </w:p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2F0F27"/>
    <w:p w:rsidR="007054C4" w:rsidRDefault="007054C4" w:rsidP="00857168">
      <w:pPr>
        <w:spacing w:after="0"/>
      </w:pPr>
      <w:r>
        <w:t xml:space="preserve">Brainstorming how to meet </w:t>
      </w:r>
      <w:r w:rsidRPr="00857168">
        <w:rPr>
          <w:b/>
        </w:rPr>
        <w:t>Standard 4.1</w:t>
      </w:r>
    </w:p>
    <w:p w:rsidR="007054C4" w:rsidRDefault="007054C4" w:rsidP="00857168">
      <w:pPr>
        <w:spacing w:after="0"/>
      </w:pPr>
      <w:r>
        <w:tab/>
        <w:t>Teachers/support staff</w:t>
      </w:r>
    </w:p>
    <w:p w:rsidR="007054C4" w:rsidRDefault="007054C4" w:rsidP="00857168">
      <w:pPr>
        <w:spacing w:after="0"/>
      </w:pPr>
      <w:r>
        <w:tab/>
      </w:r>
      <w:r>
        <w:tab/>
        <w:t>Credentials</w:t>
      </w:r>
    </w:p>
    <w:p w:rsidR="007054C4" w:rsidRDefault="007054C4" w:rsidP="00857168">
      <w:pPr>
        <w:spacing w:after="0"/>
      </w:pPr>
      <w:r>
        <w:tab/>
      </w:r>
      <w:r>
        <w:tab/>
        <w:t>Hired/reviewed</w:t>
      </w:r>
    </w:p>
    <w:p w:rsidR="007054C4" w:rsidRDefault="007054C4" w:rsidP="00857168">
      <w:pPr>
        <w:spacing w:after="0"/>
      </w:pPr>
      <w:r>
        <w:tab/>
      </w:r>
      <w:r>
        <w:tab/>
        <w:t>In servicing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Registration procedures</w:t>
      </w:r>
    </w:p>
    <w:p w:rsidR="007054C4" w:rsidRDefault="007054C4" w:rsidP="00857168">
      <w:pPr>
        <w:spacing w:after="0"/>
      </w:pPr>
      <w:r>
        <w:tab/>
        <w:t>Teachers Section/master schedule</w:t>
      </w:r>
    </w:p>
    <w:p w:rsidR="007054C4" w:rsidRDefault="007054C4" w:rsidP="00857168">
      <w:pPr>
        <w:spacing w:after="0"/>
      </w:pPr>
      <w:r>
        <w:tab/>
        <w:t>Have an idea of number of students due to registration process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We do not have defined written policies.</w:t>
      </w:r>
    </w:p>
    <w:p w:rsidR="007054C4" w:rsidRDefault="007054C4" w:rsidP="00857168">
      <w:pPr>
        <w:spacing w:after="0"/>
      </w:pPr>
      <w:r>
        <w:t>Need to list student/teacher ratios…currently no policy that determines this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Assessing staff needs → meetings with Mr. Armstrong</w:t>
      </w:r>
    </w:p>
    <w:p w:rsidR="007054C4" w:rsidRDefault="007054C4" w:rsidP="00857168">
      <w:pPr>
        <w:spacing w:after="0"/>
      </w:pPr>
      <w:r>
        <w:t>Document highly qualified staff →hiring, evaluations, recertification, observation</w:t>
      </w:r>
    </w:p>
    <w:p w:rsidR="007054C4" w:rsidRDefault="007054C4" w:rsidP="00857168">
      <w:pPr>
        <w:spacing w:after="0"/>
        <w:ind w:firstLine="720"/>
      </w:pPr>
      <w:r>
        <w:t>AP institutes/workshops/guest speakers/credits for in-service</w:t>
      </w:r>
    </w:p>
    <w:p w:rsidR="007054C4" w:rsidRDefault="007054C4" w:rsidP="00857168">
      <w:pPr>
        <w:spacing w:after="0"/>
        <w:ind w:firstLine="720"/>
      </w:pPr>
      <w:r>
        <w:t>Degree level</w:t>
      </w:r>
    </w:p>
    <w:p w:rsidR="007054C4" w:rsidRDefault="007054C4" w:rsidP="00857168">
      <w:pPr>
        <w:spacing w:after="0"/>
        <w:ind w:firstLine="720"/>
      </w:pPr>
      <w:r>
        <w:t>National teacher certifications?</w:t>
      </w:r>
    </w:p>
    <w:p w:rsidR="007054C4" w:rsidRDefault="007054C4" w:rsidP="00857168">
      <w:pPr>
        <w:spacing w:after="0"/>
        <w:ind w:firstLine="720"/>
      </w:pPr>
      <w:r>
        <w:t>Specialty certifications</w:t>
      </w:r>
    </w:p>
    <w:p w:rsidR="007054C4" w:rsidRDefault="007054C4" w:rsidP="00857168">
      <w:pPr>
        <w:spacing w:after="0"/>
        <w:ind w:firstLine="720"/>
      </w:pPr>
      <w:r>
        <w:t>Look in old folder should carry over from last accreditation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Struggle with tech and support staff tech</w:t>
      </w:r>
    </w:p>
    <w:p w:rsidR="007054C4" w:rsidRDefault="007054C4" w:rsidP="00857168">
      <w:pPr>
        <w:spacing w:after="0"/>
      </w:pPr>
      <w:r>
        <w:t>Department meetings with Mr. Armstrong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Staffing needs of school</w:t>
      </w:r>
    </w:p>
    <w:p w:rsidR="007054C4" w:rsidRDefault="007054C4" w:rsidP="00857168">
      <w:pPr>
        <w:spacing w:after="0"/>
      </w:pPr>
      <w:r>
        <w:tab/>
        <w:t>International students</w:t>
      </w:r>
    </w:p>
    <w:p w:rsidR="007054C4" w:rsidRDefault="007054C4" w:rsidP="00857168">
      <w:pPr>
        <w:spacing w:after="0"/>
      </w:pPr>
      <w:r>
        <w:tab/>
      </w:r>
      <w:r>
        <w:tab/>
        <w:t>Missie/Ohmed/Edwin</w:t>
      </w:r>
    </w:p>
    <w:p w:rsidR="007054C4" w:rsidRDefault="007054C4" w:rsidP="00857168">
      <w:pPr>
        <w:spacing w:after="0"/>
      </w:pPr>
      <w:r>
        <w:tab/>
        <w:t>Support/custodial/coaching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  <w:rPr>
          <w:b/>
        </w:rPr>
      </w:pPr>
      <w:r>
        <w:rPr>
          <w:b/>
        </w:rPr>
        <w:t xml:space="preserve">Standard </w:t>
      </w:r>
      <w:r w:rsidRPr="00857168">
        <w:rPr>
          <w:b/>
        </w:rPr>
        <w:t>4.2</w:t>
      </w:r>
    </w:p>
    <w:p w:rsidR="007054C4" w:rsidRDefault="007054C4" w:rsidP="00857168">
      <w:pPr>
        <w:spacing w:after="0"/>
        <w:rPr>
          <w:b/>
        </w:rPr>
      </w:pPr>
    </w:p>
    <w:p w:rsidR="007054C4" w:rsidRDefault="007054C4" w:rsidP="00857168">
      <w:pPr>
        <w:spacing w:after="0"/>
      </w:pPr>
      <w:r>
        <w:t>Leaders secure necessary materials</w:t>
      </w:r>
    </w:p>
    <w:p w:rsidR="007054C4" w:rsidRDefault="007054C4" w:rsidP="00857168">
      <w:pPr>
        <w:spacing w:after="0"/>
      </w:pPr>
      <w:r>
        <w:tab/>
        <w:t>AM/printers/scanners etc</w:t>
      </w:r>
    </w:p>
    <w:p w:rsidR="007054C4" w:rsidRDefault="007054C4" w:rsidP="00857168">
      <w:pPr>
        <w:spacing w:after="0"/>
      </w:pPr>
      <w:r>
        <w:tab/>
        <w:t>Adding 8</w:t>
      </w:r>
      <w:r w:rsidRPr="00857168">
        <w:rPr>
          <w:vertAlign w:val="superscript"/>
        </w:rPr>
        <w:t>th</w:t>
      </w:r>
      <w:r>
        <w:t xml:space="preserve"> period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Material resource issues with outdated technology</w:t>
      </w:r>
    </w:p>
    <w:p w:rsidR="007054C4" w:rsidRDefault="007054C4" w:rsidP="00857168">
      <w:pPr>
        <w:spacing w:after="0"/>
      </w:pPr>
      <w:r>
        <w:tab/>
        <w:t>Last year new servers etc.</w:t>
      </w:r>
    </w:p>
    <w:p w:rsidR="007054C4" w:rsidRDefault="007054C4" w:rsidP="00857168">
      <w:pPr>
        <w:spacing w:after="0"/>
      </w:pPr>
      <w:r>
        <w:tab/>
        <w:t>Improved security</w:t>
      </w:r>
    </w:p>
    <w:p w:rsidR="007054C4" w:rsidRDefault="007054C4" w:rsidP="00857168">
      <w:pPr>
        <w:spacing w:after="0"/>
        <w:rPr>
          <w:b/>
        </w:rPr>
      </w:pPr>
      <w:r>
        <w:rPr>
          <w:b/>
        </w:rPr>
        <w:t>Action: Chuck talk to Rob about tech modifications of last year</w:t>
      </w:r>
    </w:p>
    <w:p w:rsidR="007054C4" w:rsidRDefault="007054C4" w:rsidP="00857168">
      <w:pPr>
        <w:spacing w:after="0"/>
        <w:rPr>
          <w:b/>
        </w:rPr>
      </w:pPr>
    </w:p>
    <w:p w:rsidR="007054C4" w:rsidRDefault="007054C4" w:rsidP="00857168">
      <w:pPr>
        <w:spacing w:after="0"/>
      </w:pPr>
      <w:r>
        <w:t>School purpose and direction</w:t>
      </w:r>
    </w:p>
    <w:p w:rsidR="007054C4" w:rsidRDefault="007054C4" w:rsidP="00857168">
      <w:pPr>
        <w:spacing w:after="0"/>
      </w:pPr>
      <w:r>
        <w:tab/>
        <w:t>Small group meetings with Burke held end of October 2011</w:t>
      </w:r>
    </w:p>
    <w:p w:rsidR="007054C4" w:rsidRDefault="007054C4" w:rsidP="00857168">
      <w:pPr>
        <w:spacing w:after="0"/>
      </w:pPr>
      <w:r>
        <w:tab/>
        <w:t>Move of business functions to central location to help with coordination of budgets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ab/>
        <w:t>New calendar online</w:t>
      </w:r>
    </w:p>
    <w:p w:rsidR="007054C4" w:rsidRDefault="007054C4" w:rsidP="00857168">
      <w:pPr>
        <w:spacing w:after="0"/>
      </w:pPr>
      <w:r>
        <w:tab/>
        <w:t>School schedule change from block to regular schedule</w:t>
      </w:r>
    </w:p>
    <w:p w:rsidR="007054C4" w:rsidRDefault="007054C4" w:rsidP="00857168">
      <w:pPr>
        <w:spacing w:after="0"/>
      </w:pPr>
      <w:r>
        <w:tab/>
        <w:t>Not as many half days /more full days</w:t>
      </w:r>
    </w:p>
    <w:p w:rsidR="007054C4" w:rsidRDefault="007054C4" w:rsidP="00857168">
      <w:pPr>
        <w:spacing w:after="0"/>
      </w:pPr>
      <w:r>
        <w:tab/>
        <w:t>Less interruption of teaching time</w:t>
      </w:r>
    </w:p>
    <w:p w:rsidR="007054C4" w:rsidRDefault="007054C4" w:rsidP="00857168">
      <w:pPr>
        <w:spacing w:after="0"/>
      </w:pPr>
      <w:r>
        <w:tab/>
        <w:t>Rewiring of buildings…move toward more tech savvy school</w:t>
      </w:r>
    </w:p>
    <w:p w:rsidR="007054C4" w:rsidRDefault="007054C4" w:rsidP="00857168">
      <w:pPr>
        <w:spacing w:after="0"/>
      </w:pPr>
      <w:r>
        <w:tab/>
      </w:r>
      <w:r>
        <w:tab/>
        <w:t>Doc cams/laptops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  <w:rPr>
          <w:b/>
        </w:rPr>
      </w:pPr>
      <w:r>
        <w:rPr>
          <w:b/>
        </w:rPr>
        <w:t>Standard 4.3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Facility Maintenance</w:t>
      </w:r>
    </w:p>
    <w:p w:rsidR="007054C4" w:rsidRDefault="007054C4" w:rsidP="00857168">
      <w:pPr>
        <w:spacing w:after="0"/>
      </w:pPr>
      <w:r>
        <w:tab/>
        <w:t>Shawn: training received</w:t>
      </w:r>
    </w:p>
    <w:p w:rsidR="007054C4" w:rsidRDefault="007054C4" w:rsidP="00857168">
      <w:pPr>
        <w:spacing w:after="0"/>
      </w:pPr>
      <w:r>
        <w:tab/>
      </w:r>
      <w:r>
        <w:tab/>
        <w:t>Maintenance schedule</w:t>
      </w:r>
    </w:p>
    <w:p w:rsidR="007054C4" w:rsidRDefault="007054C4" w:rsidP="00857168">
      <w:pPr>
        <w:spacing w:after="0"/>
      </w:pPr>
      <w:r>
        <w:tab/>
        <w:t>Janet: media center</w:t>
      </w:r>
    </w:p>
    <w:p w:rsidR="007054C4" w:rsidRDefault="007054C4" w:rsidP="00857168">
      <w:pPr>
        <w:spacing w:after="0"/>
      </w:pPr>
      <w:r>
        <w:t>No form for maintenance requests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 xml:space="preserve">Documentation of fire inspections etc. </w:t>
      </w:r>
    </w:p>
    <w:p w:rsidR="007054C4" w:rsidRDefault="007054C4" w:rsidP="00857168">
      <w:pPr>
        <w:spacing w:after="0"/>
      </w:pPr>
      <w:r>
        <w:tab/>
        <w:t>Teachers trained on fire extinguisher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Safety committee?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List of emergency procedures: red, yellow etc</w:t>
      </w:r>
    </w:p>
    <w:p w:rsidR="007054C4" w:rsidRDefault="007054C4" w:rsidP="00857168">
      <w:pPr>
        <w:spacing w:after="0"/>
      </w:pPr>
      <w:r>
        <w:tab/>
        <w:t>Forms for after fire drills (Mr. Armstrong)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CPR training</w:t>
      </w:r>
    </w:p>
    <w:p w:rsidR="007054C4" w:rsidRDefault="007054C4" w:rsidP="00857168">
      <w:pPr>
        <w:spacing w:after="0"/>
      </w:pPr>
      <w:r>
        <w:tab/>
        <w:t>Update signs etc with emergency contact information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  <w:rPr>
          <w:b/>
        </w:rPr>
      </w:pPr>
      <w:r>
        <w:rPr>
          <w:b/>
        </w:rPr>
        <w:t>Standard 4.4</w:t>
      </w:r>
    </w:p>
    <w:p w:rsidR="007054C4" w:rsidRDefault="007054C4" w:rsidP="00857168">
      <w:pPr>
        <w:spacing w:after="0"/>
        <w:rPr>
          <w:b/>
        </w:rPr>
      </w:pPr>
    </w:p>
    <w:p w:rsidR="007054C4" w:rsidRDefault="007054C4" w:rsidP="00857168">
      <w:pPr>
        <w:spacing w:after="0"/>
      </w:pPr>
      <w:r>
        <w:t>What are different websites teachers use?</w:t>
      </w:r>
    </w:p>
    <w:p w:rsidR="007054C4" w:rsidRDefault="007054C4" w:rsidP="00857168">
      <w:pPr>
        <w:spacing w:after="0"/>
      </w:pPr>
      <w:r>
        <w:tab/>
        <w:t>Email staff to find out what they use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M. Aguilar sends lots of resource information</w:t>
      </w:r>
    </w:p>
    <w:p w:rsidR="007054C4" w:rsidRDefault="007054C4" w:rsidP="00857168">
      <w:pPr>
        <w:spacing w:after="0"/>
      </w:pPr>
      <w:r>
        <w:tab/>
        <w:t>How often is it used?</w:t>
      </w:r>
    </w:p>
    <w:p w:rsidR="007054C4" w:rsidRDefault="007054C4" w:rsidP="00857168">
      <w:pPr>
        <w:spacing w:after="0"/>
      </w:pPr>
      <w:r>
        <w:tab/>
        <w:t>Diocese purchases that we have access to book and on line components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Need professional development tech teacher to educate teachers on how to use tech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Different teachers have different websites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Outlook training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Poll teachers/before-after school what available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See Judy for documented computer lab usage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Math students able to work outside classroom</w:t>
      </w:r>
    </w:p>
    <w:p w:rsidR="007054C4" w:rsidRDefault="007054C4" w:rsidP="00857168">
      <w:pPr>
        <w:spacing w:after="0"/>
      </w:pPr>
      <w:r>
        <w:t>Use of net classroom is a plus</w:t>
      </w:r>
    </w:p>
    <w:p w:rsidR="007054C4" w:rsidRDefault="007054C4" w:rsidP="00857168">
      <w:pPr>
        <w:spacing w:after="0"/>
      </w:pPr>
      <w:r>
        <w:t>Teachers using class jump to post info and homework etc.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  <w:rPr>
          <w:b/>
        </w:rPr>
      </w:pPr>
      <w:r>
        <w:rPr>
          <w:b/>
        </w:rPr>
        <w:t xml:space="preserve">Standard 4.5 </w:t>
      </w:r>
    </w:p>
    <w:p w:rsidR="007054C4" w:rsidRDefault="007054C4" w:rsidP="00857168">
      <w:pPr>
        <w:spacing w:after="0"/>
        <w:rPr>
          <w:b/>
        </w:rPr>
      </w:pPr>
    </w:p>
    <w:p w:rsidR="007054C4" w:rsidRDefault="007054C4" w:rsidP="00857168">
      <w:pPr>
        <w:spacing w:after="0"/>
      </w:pPr>
      <w:r>
        <w:t>Ask Mr. Burke for technology plan to improve services and infrastructure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Did survey technology needs (Mr. Burke sent)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Acceptable Use Policies</w:t>
      </w:r>
    </w:p>
    <w:p w:rsidR="007054C4" w:rsidRDefault="007054C4" w:rsidP="00857168">
      <w:pPr>
        <w:spacing w:after="0"/>
      </w:pPr>
      <w:r>
        <w:tab/>
        <w:t>Students sign? Check with Gina</w:t>
      </w:r>
    </w:p>
    <w:p w:rsidR="007054C4" w:rsidRDefault="007054C4" w:rsidP="00857168">
      <w:pPr>
        <w:spacing w:after="0"/>
      </w:pPr>
      <w:r>
        <w:t>Individual passwords and logins needed, can’t just be “student” “student”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  <w:rPr>
          <w:b/>
        </w:rPr>
      </w:pPr>
      <w:r>
        <w:rPr>
          <w:b/>
        </w:rPr>
        <w:t>Standard 4.6</w:t>
      </w:r>
    </w:p>
    <w:p w:rsidR="007054C4" w:rsidRDefault="007054C4" w:rsidP="00857168">
      <w:pPr>
        <w:spacing w:after="0"/>
        <w:rPr>
          <w:b/>
        </w:rPr>
      </w:pPr>
    </w:p>
    <w:p w:rsidR="007054C4" w:rsidRDefault="007054C4" w:rsidP="00857168">
      <w:pPr>
        <w:spacing w:after="0"/>
      </w:pPr>
      <w:r>
        <w:t>Guidance provide list of support services</w:t>
      </w:r>
    </w:p>
    <w:p w:rsidR="007054C4" w:rsidRDefault="007054C4" w:rsidP="00857168">
      <w:pPr>
        <w:spacing w:after="0"/>
      </w:pPr>
      <w:r>
        <w:tab/>
        <w:t>Guidance</w:t>
      </w:r>
    </w:p>
    <w:p w:rsidR="007054C4" w:rsidRDefault="007054C4" w:rsidP="00857168">
      <w:pPr>
        <w:spacing w:after="0"/>
      </w:pPr>
      <w:r>
        <w:tab/>
        <w:t>Media</w:t>
      </w:r>
    </w:p>
    <w:p w:rsidR="007054C4" w:rsidRDefault="007054C4" w:rsidP="00857168">
      <w:pPr>
        <w:spacing w:after="0"/>
      </w:pPr>
      <w:r>
        <w:tab/>
        <w:t>Campus ministry</w:t>
      </w:r>
    </w:p>
    <w:p w:rsidR="007054C4" w:rsidRDefault="007054C4" w:rsidP="00857168">
      <w:pPr>
        <w:spacing w:after="0"/>
      </w:pPr>
      <w:r>
        <w:tab/>
        <w:t>ESL</w:t>
      </w:r>
    </w:p>
    <w:p w:rsidR="007054C4" w:rsidRDefault="007054C4" w:rsidP="00857168">
      <w:pPr>
        <w:spacing w:after="0"/>
      </w:pPr>
      <w:r>
        <w:tab/>
        <w:t>Tutoring programs</w:t>
      </w:r>
    </w:p>
    <w:p w:rsidR="007054C4" w:rsidRDefault="007054C4" w:rsidP="00857168">
      <w:pPr>
        <w:spacing w:after="0"/>
      </w:pPr>
      <w:r>
        <w:tab/>
        <w:t>Workshops</w:t>
      </w:r>
    </w:p>
    <w:p w:rsidR="007054C4" w:rsidRDefault="007054C4" w:rsidP="00857168">
      <w:pPr>
        <w:spacing w:after="0"/>
      </w:pPr>
      <w:r>
        <w:tab/>
        <w:t>Clubs/sports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Moving toward Campus Activity Director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No agreement with school community agencies for student/family support</w:t>
      </w:r>
    </w:p>
    <w:p w:rsidR="007054C4" w:rsidRDefault="007054C4" w:rsidP="00857168">
      <w:pPr>
        <w:spacing w:after="0"/>
      </w:pPr>
      <w:r>
        <w:tab/>
        <w:t>Had NextGen program</w:t>
      </w:r>
    </w:p>
    <w:p w:rsidR="007054C4" w:rsidRDefault="007054C4" w:rsidP="00857168">
      <w:pPr>
        <w:spacing w:after="0"/>
      </w:pPr>
      <w:r>
        <w:tab/>
        <w:t>Parish’s community agencies? Who do they interact with?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Do not have defined programs for bullet point 3/ need to establish</w:t>
      </w:r>
    </w:p>
    <w:p w:rsidR="007054C4" w:rsidRDefault="007054C4" w:rsidP="00857168">
      <w:pPr>
        <w:spacing w:after="0"/>
      </w:pPr>
      <w:r>
        <w:t>Do have college prep classes</w:t>
      </w:r>
    </w:p>
    <w:p w:rsidR="007054C4" w:rsidRDefault="007054C4" w:rsidP="00857168">
      <w:pPr>
        <w:spacing w:after="0"/>
      </w:pPr>
      <w:r>
        <w:t>Character development → Religion/Social Sciences</w:t>
      </w:r>
    </w:p>
    <w:p w:rsidR="007054C4" w:rsidRDefault="007054C4" w:rsidP="00857168">
      <w:pPr>
        <w:spacing w:after="0"/>
      </w:pPr>
      <w:r>
        <w:tab/>
        <w:t>Bullying→ Religion/Social Sciences. LMS</w:t>
      </w:r>
    </w:p>
    <w:p w:rsidR="007054C4" w:rsidRDefault="007054C4" w:rsidP="00857168">
      <w:pPr>
        <w:spacing w:after="0"/>
      </w:pPr>
      <w:r>
        <w:t>Sports teams have parent meetings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Student Advisory Board meets with Mr. Burke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  <w:rPr>
          <w:b/>
        </w:rPr>
      </w:pPr>
      <w:r>
        <w:rPr>
          <w:b/>
        </w:rPr>
        <w:t>Standard 4.7</w:t>
      </w:r>
    </w:p>
    <w:p w:rsidR="007054C4" w:rsidRDefault="007054C4" w:rsidP="00857168">
      <w:pPr>
        <w:spacing w:after="0"/>
      </w:pPr>
    </w:p>
    <w:p w:rsidR="007054C4" w:rsidRDefault="007054C4" w:rsidP="00857168">
      <w:pPr>
        <w:spacing w:after="0"/>
      </w:pPr>
      <w:r>
        <w:t>Guidance list of counseling</w:t>
      </w:r>
    </w:p>
    <w:p w:rsidR="007054C4" w:rsidRDefault="007054C4" w:rsidP="00857168">
      <w:pPr>
        <w:spacing w:after="0"/>
      </w:pPr>
      <w:r>
        <w:tab/>
        <w:t>Grief counseling as needed</w:t>
      </w:r>
    </w:p>
    <w:p w:rsidR="007054C4" w:rsidRDefault="007054C4" w:rsidP="00857168">
      <w:pPr>
        <w:spacing w:after="0"/>
      </w:pPr>
      <w:r>
        <w:tab/>
        <w:t>Assessment-testing</w:t>
      </w:r>
    </w:p>
    <w:p w:rsidR="007054C4" w:rsidRDefault="007054C4" w:rsidP="00857168">
      <w:pPr>
        <w:spacing w:after="0"/>
      </w:pPr>
      <w:r>
        <w:t>Making college count</w:t>
      </w:r>
    </w:p>
    <w:p w:rsidR="007054C4" w:rsidRDefault="007054C4" w:rsidP="00857168">
      <w:pPr>
        <w:spacing w:after="0"/>
      </w:pPr>
      <w:r>
        <w:t>IEP → Coral/Lourdes</w:t>
      </w:r>
    </w:p>
    <w:p w:rsidR="007054C4" w:rsidRPr="00692119" w:rsidRDefault="007054C4" w:rsidP="00857168">
      <w:pPr>
        <w:spacing w:after="0"/>
      </w:pPr>
      <w:r>
        <w:t xml:space="preserve">Budget with Mr. Burke </w:t>
      </w:r>
    </w:p>
    <w:sectPr w:rsidR="007054C4" w:rsidRPr="00692119" w:rsidSect="00B55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B1445"/>
    <w:multiLevelType w:val="hybridMultilevel"/>
    <w:tmpl w:val="892827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70B250E"/>
    <w:multiLevelType w:val="hybridMultilevel"/>
    <w:tmpl w:val="76503B5E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">
    <w:nsid w:val="5C1A23D6"/>
    <w:multiLevelType w:val="hybridMultilevel"/>
    <w:tmpl w:val="5136F9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4BF0E3A"/>
    <w:multiLevelType w:val="hybridMultilevel"/>
    <w:tmpl w:val="3A2E4A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168"/>
    <w:rsid w:val="001D12DF"/>
    <w:rsid w:val="002446B5"/>
    <w:rsid w:val="002F0F27"/>
    <w:rsid w:val="00383BDF"/>
    <w:rsid w:val="00422B10"/>
    <w:rsid w:val="00435D6E"/>
    <w:rsid w:val="0064072B"/>
    <w:rsid w:val="00692119"/>
    <w:rsid w:val="007054C4"/>
    <w:rsid w:val="00720172"/>
    <w:rsid w:val="00821183"/>
    <w:rsid w:val="00857168"/>
    <w:rsid w:val="008C0AC2"/>
    <w:rsid w:val="009E3EF9"/>
    <w:rsid w:val="00A72E44"/>
    <w:rsid w:val="00B3280C"/>
    <w:rsid w:val="00B5555B"/>
    <w:rsid w:val="00EF6EE5"/>
    <w:rsid w:val="00F051BF"/>
    <w:rsid w:val="00F8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:contacts" w:name="S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5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6</Pages>
  <Words>769</Words>
  <Characters>4389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terryc</cp:lastModifiedBy>
  <cp:revision>5</cp:revision>
  <dcterms:created xsi:type="dcterms:W3CDTF">2012-05-07T18:36:00Z</dcterms:created>
  <dcterms:modified xsi:type="dcterms:W3CDTF">2012-05-15T17:15:00Z</dcterms:modified>
</cp:coreProperties>
</file>